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A3" w:rsidRPr="00A72D00" w:rsidRDefault="006A5FA3" w:rsidP="00505375">
      <w:pPr>
        <w:jc w:val="both"/>
        <w:rPr>
          <w:rFonts w:ascii="Verdana" w:hAnsi="Verdana" w:cs="Calibri"/>
          <w:b/>
        </w:rPr>
      </w:pPr>
      <w:r w:rsidRPr="00A72D00">
        <w:rPr>
          <w:rFonts w:ascii="Verdana" w:hAnsi="Verdana" w:cs="Calibri"/>
          <w:b/>
        </w:rPr>
        <w:t>Załącznik nr 2</w:t>
      </w:r>
      <w:bookmarkStart w:id="0" w:name="_GoBack"/>
      <w:bookmarkEnd w:id="0"/>
    </w:p>
    <w:p w:rsidR="006A5FA3" w:rsidRPr="00A72D00" w:rsidRDefault="006A5FA3" w:rsidP="00505375">
      <w:pPr>
        <w:jc w:val="both"/>
        <w:rPr>
          <w:rFonts w:ascii="Verdana" w:hAnsi="Verdana" w:cs="Calibri"/>
          <w:b/>
        </w:rPr>
      </w:pPr>
    </w:p>
    <w:p w:rsidR="006A5FA3" w:rsidRPr="00A72D00" w:rsidRDefault="006A5FA3" w:rsidP="00A72D00">
      <w:pPr>
        <w:jc w:val="center"/>
        <w:rPr>
          <w:rFonts w:ascii="Verdana" w:hAnsi="Verdana" w:cs="Calibri"/>
          <w:b/>
        </w:rPr>
      </w:pPr>
      <w:r w:rsidRPr="00A72D00">
        <w:rPr>
          <w:rFonts w:ascii="Verdana" w:hAnsi="Verdana" w:cs="Calibri"/>
          <w:b/>
        </w:rPr>
        <w:t>Zgod</w:t>
      </w:r>
      <w:r>
        <w:rPr>
          <w:rFonts w:ascii="Verdana" w:hAnsi="Verdana" w:cs="Calibri"/>
          <w:b/>
        </w:rPr>
        <w:t xml:space="preserve">a opiekuna prawnego Uczestnika </w:t>
      </w:r>
      <w:r w:rsidRPr="00A72D00">
        <w:rPr>
          <w:rFonts w:ascii="Verdana" w:hAnsi="Verdana" w:cs="Calibri"/>
          <w:b/>
        </w:rPr>
        <w:t>na przetwarzanie i publikację danych osobowych</w:t>
      </w:r>
    </w:p>
    <w:p w:rsidR="006A5FA3" w:rsidRPr="00A72D00" w:rsidRDefault="006A5FA3" w:rsidP="00A72D00">
      <w:pPr>
        <w:jc w:val="center"/>
        <w:rPr>
          <w:rFonts w:ascii="Verdana" w:hAnsi="Verdana" w:cs="Calibri"/>
        </w:rPr>
      </w:pPr>
      <w:r w:rsidRPr="00A72D00">
        <w:rPr>
          <w:rFonts w:ascii="Verdana" w:hAnsi="Verdana" w:cs="Calibri"/>
        </w:rPr>
        <w:t>(formularz należy dołączyć do pracy w przypadku autora, który nie osiągnął pełnoletniości)</w:t>
      </w:r>
    </w:p>
    <w:p w:rsidR="006A5FA3" w:rsidRPr="00A72D00" w:rsidRDefault="006A5FA3" w:rsidP="00505375">
      <w:pPr>
        <w:jc w:val="both"/>
        <w:rPr>
          <w:rFonts w:ascii="Verdana" w:hAnsi="Verdana" w:cs="Calibri"/>
        </w:rPr>
      </w:pPr>
      <w:r w:rsidRPr="00A72D00">
        <w:rPr>
          <w:rFonts w:ascii="Verdana" w:hAnsi="Verdana" w:cs="Calibri"/>
        </w:rPr>
        <w:t xml:space="preserve"> </w:t>
      </w:r>
    </w:p>
    <w:p w:rsidR="006A5FA3" w:rsidRDefault="006A5FA3" w:rsidP="00505375">
      <w:pPr>
        <w:jc w:val="both"/>
        <w:rPr>
          <w:rFonts w:ascii="Verdana" w:hAnsi="Verdana" w:cs="Calibri"/>
        </w:rPr>
      </w:pPr>
      <w:r>
        <w:rPr>
          <w:rFonts w:ascii="Verdana" w:hAnsi="Verdana" w:cs="Calibri"/>
        </w:rPr>
        <w:t xml:space="preserve">Wyrażam </w:t>
      </w:r>
      <w:r w:rsidRPr="00A72D00">
        <w:rPr>
          <w:rFonts w:ascii="Verdana" w:hAnsi="Verdana" w:cs="Calibri"/>
        </w:rPr>
        <w:t xml:space="preserve">zgodę na podawanie do publicznej wiadomości imienia i nazwiska </w:t>
      </w:r>
      <w:r>
        <w:rPr>
          <w:rFonts w:ascii="Verdana" w:hAnsi="Verdana" w:cs="Calibri"/>
        </w:rPr>
        <w:t xml:space="preserve">wykonawcy (imię i nazwisko)  </w:t>
      </w:r>
      <w:r w:rsidRPr="00A72D00">
        <w:rPr>
          <w:rFonts w:ascii="Verdana" w:hAnsi="Verdana" w:cs="Calibri"/>
        </w:rPr>
        <w:t>…………………..</w:t>
      </w:r>
      <w:r>
        <w:rPr>
          <w:rFonts w:ascii="Verdana" w:hAnsi="Verdana" w:cs="Calibri"/>
        </w:rPr>
        <w:t>……………………………………</w:t>
      </w:r>
    </w:p>
    <w:p w:rsidR="006A5FA3" w:rsidRPr="00A72D00" w:rsidRDefault="006A5FA3" w:rsidP="00505375">
      <w:pPr>
        <w:jc w:val="both"/>
        <w:rPr>
          <w:rFonts w:ascii="Verdana" w:hAnsi="Verdana" w:cs="Calibri"/>
        </w:rPr>
      </w:pPr>
      <w:r w:rsidRPr="00A72D00">
        <w:rPr>
          <w:rFonts w:ascii="Verdana" w:hAnsi="Verdana" w:cs="Calibri"/>
        </w:rPr>
        <w:t>w związku z udziałem w konkursie „</w:t>
      </w:r>
      <w:r>
        <w:rPr>
          <w:rFonts w:ascii="Verdana" w:hAnsi="Verdana" w:cs="Calibri"/>
        </w:rPr>
        <w:t>Wyśpiewaj sobie Eurowizję</w:t>
      </w:r>
      <w:r w:rsidRPr="00A72D00">
        <w:rPr>
          <w:rFonts w:ascii="Verdana" w:hAnsi="Verdana" w:cs="Calibri"/>
        </w:rPr>
        <w:t xml:space="preserve">” organizowanym przez </w:t>
      </w:r>
      <w:r>
        <w:rPr>
          <w:rFonts w:ascii="Verdana" w:hAnsi="Verdana" w:cs="Calibri"/>
        </w:rPr>
        <w:t>Miasto Gliwice</w:t>
      </w:r>
      <w:r w:rsidRPr="00A72D00">
        <w:rPr>
          <w:rFonts w:ascii="Verdana" w:hAnsi="Verdana" w:cs="Calibri"/>
        </w:rPr>
        <w:t xml:space="preserve"> w ogłoszeniu informacji o wynikach konkursu.</w:t>
      </w:r>
    </w:p>
    <w:p w:rsidR="006A5FA3" w:rsidRPr="00A72D00" w:rsidRDefault="006A5FA3" w:rsidP="00505375">
      <w:pPr>
        <w:jc w:val="both"/>
        <w:rPr>
          <w:rFonts w:ascii="Verdana" w:hAnsi="Verdana" w:cs="Calibri"/>
        </w:rPr>
      </w:pPr>
      <w:r w:rsidRPr="00A72D00">
        <w:rPr>
          <w:rFonts w:ascii="Verdana" w:hAnsi="Verdana" w:cs="Calibri"/>
        </w:rPr>
        <w:t xml:space="preserve"> </w:t>
      </w:r>
    </w:p>
    <w:p w:rsidR="006A5FA3" w:rsidRDefault="006A5FA3" w:rsidP="00A72D00">
      <w:pPr>
        <w:jc w:val="both"/>
        <w:rPr>
          <w:rFonts w:cs="Calibri"/>
          <w:sz w:val="24"/>
          <w:szCs w:val="24"/>
        </w:rPr>
      </w:pPr>
    </w:p>
    <w:p w:rsidR="006A5FA3" w:rsidRPr="003702C2" w:rsidRDefault="006A5FA3" w:rsidP="00A72D00">
      <w:pPr>
        <w:jc w:val="center"/>
        <w:rPr>
          <w:rFonts w:ascii="Verdana" w:hAnsi="Verdana"/>
          <w:b/>
        </w:rPr>
      </w:pPr>
      <w:r w:rsidRPr="003702C2">
        <w:rPr>
          <w:rFonts w:ascii="Verdana" w:hAnsi="Verdana"/>
          <w:b/>
        </w:rPr>
        <w:t>OŚWIADCZENIE O WYRAŻENIU ZGODY NA PUBLIKACJĘ WIZERUNKU</w:t>
      </w:r>
    </w:p>
    <w:p w:rsidR="006A5FA3" w:rsidRPr="003702C2" w:rsidRDefault="006A5FA3" w:rsidP="00A72D00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 Ja niżej podpisany/a </w:t>
      </w:r>
    </w:p>
    <w:p w:rsidR="006A5FA3" w:rsidRPr="003702C2" w:rsidRDefault="006A5FA3" w:rsidP="00A72D00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……………………………..………………………………………..………………………… </w:t>
      </w:r>
    </w:p>
    <w:p w:rsidR="006A5FA3" w:rsidRPr="003702C2" w:rsidRDefault="006A5FA3" w:rsidP="00A72D00">
      <w:pPr>
        <w:jc w:val="center"/>
        <w:rPr>
          <w:rFonts w:ascii="Verdana" w:hAnsi="Verdana"/>
          <w:sz w:val="16"/>
          <w:szCs w:val="16"/>
        </w:rPr>
      </w:pPr>
      <w:r w:rsidRPr="003702C2">
        <w:rPr>
          <w:rFonts w:ascii="Verdana" w:hAnsi="Verdana"/>
          <w:sz w:val="16"/>
          <w:szCs w:val="16"/>
        </w:rPr>
        <w:t>Imię (imiona) i nazwisko</w:t>
      </w:r>
    </w:p>
    <w:p w:rsidR="006A5FA3" w:rsidRPr="003702C2" w:rsidRDefault="006A5FA3" w:rsidP="00A72D00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legitymujący się dowodem osobistym </w:t>
      </w:r>
    </w:p>
    <w:p w:rsidR="006A5FA3" w:rsidRPr="003702C2" w:rsidRDefault="006A5FA3" w:rsidP="00A72D00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…………………..…………………………………………………………………………… </w:t>
      </w:r>
    </w:p>
    <w:p w:rsidR="006A5FA3" w:rsidRPr="003702C2" w:rsidRDefault="006A5FA3" w:rsidP="00A72D00">
      <w:pPr>
        <w:jc w:val="center"/>
        <w:rPr>
          <w:rFonts w:ascii="Verdana" w:hAnsi="Verdana"/>
          <w:sz w:val="16"/>
          <w:szCs w:val="16"/>
        </w:rPr>
      </w:pPr>
      <w:r w:rsidRPr="003702C2">
        <w:rPr>
          <w:rFonts w:ascii="Verdana" w:hAnsi="Verdana"/>
          <w:sz w:val="16"/>
          <w:szCs w:val="16"/>
        </w:rPr>
        <w:t>Numer i seria dowodu osobistego</w:t>
      </w:r>
    </w:p>
    <w:p w:rsidR="006A5FA3" w:rsidRPr="003702C2" w:rsidRDefault="006A5FA3" w:rsidP="00A72D00">
      <w:pPr>
        <w:jc w:val="both"/>
        <w:rPr>
          <w:rFonts w:ascii="Verdana" w:hAnsi="Verdana"/>
        </w:rPr>
      </w:pPr>
      <w:r w:rsidRPr="003702C2">
        <w:rPr>
          <w:rFonts w:ascii="Verdana" w:hAnsi="Verdana"/>
        </w:rPr>
        <w:t>oświadczam, że wyrażam zgodę na nieodpłatną publikację wizerunku</w:t>
      </w:r>
      <w:r>
        <w:rPr>
          <w:rFonts w:ascii="Verdana" w:hAnsi="Verdana"/>
        </w:rPr>
        <w:t xml:space="preserve"> mojego dziecka</w:t>
      </w:r>
      <w:r w:rsidRPr="003702C2">
        <w:rPr>
          <w:rFonts w:ascii="Verdana" w:hAnsi="Verdana"/>
        </w:rPr>
        <w:t xml:space="preserve"> w publikacjach w formie tradycyjnej (np. katalogi, foldery, notatki prasowe, wystawy pokonkursowe) i elektronicznej związanych z Konkursem wokalnym „Wyśpiewaj sobie Eurowizję”, zgodnie z ustawą z dnia 4 lutego 1994r. o prawie autorskim i prawie pokrewnym (Dz. U. z 2006r. nr 90 poz. 631 z późn. zm.) </w:t>
      </w:r>
    </w:p>
    <w:p w:rsidR="006A5FA3" w:rsidRPr="003702C2" w:rsidRDefault="006A5FA3" w:rsidP="00A72D00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 </w:t>
      </w:r>
    </w:p>
    <w:p w:rsidR="006A5FA3" w:rsidRPr="003702C2" w:rsidRDefault="006A5FA3" w:rsidP="00A72D00">
      <w:pPr>
        <w:rPr>
          <w:rFonts w:ascii="Verdana" w:hAnsi="Verdana"/>
        </w:rPr>
      </w:pPr>
      <w:r>
        <w:rPr>
          <w:rFonts w:ascii="Verdana" w:hAnsi="Verdana"/>
        </w:rPr>
        <w:t>………………………………..                                                  ………………………………………</w:t>
      </w:r>
    </w:p>
    <w:p w:rsidR="006A5FA3" w:rsidRPr="003702C2" w:rsidRDefault="006A5FA3" w:rsidP="00A72D00">
      <w:pPr>
        <w:rPr>
          <w:rFonts w:ascii="Verdana" w:hAnsi="Verdana"/>
          <w:sz w:val="16"/>
          <w:szCs w:val="16"/>
        </w:rPr>
      </w:pPr>
      <w:r w:rsidRPr="003702C2">
        <w:rPr>
          <w:rFonts w:ascii="Verdana" w:hAnsi="Verdana"/>
          <w:sz w:val="16"/>
          <w:szCs w:val="16"/>
        </w:rPr>
        <w:t xml:space="preserve">Miejscowość i data                                                                                              Czytelny podpis </w:t>
      </w:r>
    </w:p>
    <w:p w:rsidR="006A5FA3" w:rsidRDefault="006A5FA3" w:rsidP="00A72D00">
      <w:r>
        <w:t xml:space="preserve"> </w:t>
      </w:r>
    </w:p>
    <w:p w:rsidR="006A5FA3" w:rsidRDefault="006A5FA3" w:rsidP="00A72D00">
      <w:pPr>
        <w:jc w:val="both"/>
        <w:rPr>
          <w:rFonts w:cs="Calibri"/>
          <w:sz w:val="24"/>
          <w:szCs w:val="24"/>
        </w:rPr>
      </w:pPr>
      <w:r w:rsidRPr="00C15BFE">
        <w:rPr>
          <w:rFonts w:cs="Calibri"/>
          <w:sz w:val="24"/>
          <w:szCs w:val="24"/>
        </w:rPr>
        <w:t xml:space="preserve"> </w:t>
      </w:r>
    </w:p>
    <w:p w:rsidR="006A5FA3" w:rsidRPr="003702C2" w:rsidRDefault="006A5FA3" w:rsidP="00A72D00">
      <w:pPr>
        <w:jc w:val="both"/>
        <w:rPr>
          <w:rStyle w:val="Strong"/>
          <w:rFonts w:cs="Calibri"/>
          <w:b w:val="0"/>
          <w:bCs w:val="0"/>
          <w:sz w:val="24"/>
          <w:szCs w:val="24"/>
        </w:rPr>
      </w:pPr>
      <w:r>
        <w:rPr>
          <w:rStyle w:val="Strong"/>
          <w:rFonts w:ascii="Verdana" w:hAnsi="Verdana"/>
        </w:rPr>
        <w:br w:type="page"/>
      </w:r>
      <w:r w:rsidRPr="002F4680">
        <w:rPr>
          <w:rStyle w:val="Strong"/>
          <w:rFonts w:ascii="Verdana" w:hAnsi="Verdana"/>
        </w:rPr>
        <w:t>INFORMACJA SZCZEGÓŁOWA O OCHRONIE DANYCH OSOBOWYCH ZBIERANYCH PRZEZ URZĄD MIEJSKI W GLIWICACH</w:t>
      </w:r>
    </w:p>
    <w:p w:rsidR="006A5FA3" w:rsidRDefault="006A5FA3" w:rsidP="00FE6324">
      <w:pPr>
        <w:pStyle w:val="Default"/>
        <w:spacing w:after="120" w:line="320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Wzięcie udziału w Konkursie jest równoznaczne z wyrażeniem zgody na wykorzystanie danych osobowych uczestników (art. 6.1.a Rozporządzenia Parlamentu Europejskiego i Rady (UE) 2016/679 z 27 kwietnia 2016 r. w sprawie ochrony osób fizycznych w związku z przetwarzaniem danych osobowych </w:t>
      </w:r>
      <w:r>
        <w:rPr>
          <w:rFonts w:ascii="Verdana" w:hAnsi="Verdana"/>
          <w:sz w:val="22"/>
          <w:szCs w:val="22"/>
        </w:rPr>
        <w:br/>
        <w:t>i w sprawie swobodnego przepływu takich danych oraz uchylenia dyrektywy 95/46/WE (ogólne rozporządzenie o ochronie danych osobowych) )</w:t>
      </w:r>
    </w:p>
    <w:p w:rsidR="006A5FA3" w:rsidRDefault="006A5FA3" w:rsidP="009914BE">
      <w:pPr>
        <w:pStyle w:val="NormalWeb"/>
        <w:numPr>
          <w:ilvl w:val="0"/>
          <w:numId w:val="6"/>
        </w:numPr>
        <w:tabs>
          <w:tab w:val="clear" w:pos="720"/>
          <w:tab w:val="num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Style w:val="Strong"/>
          <w:rFonts w:ascii="Verdana" w:hAnsi="Verdana"/>
          <w:b w:val="0"/>
          <w:sz w:val="22"/>
          <w:szCs w:val="22"/>
        </w:rPr>
        <w:t xml:space="preserve">Administratorem danych osobowych </w:t>
      </w:r>
      <w:r>
        <w:rPr>
          <w:rFonts w:ascii="Verdana" w:hAnsi="Verdana"/>
          <w:sz w:val="22"/>
          <w:szCs w:val="22"/>
        </w:rPr>
        <w:t>jest</w:t>
      </w:r>
      <w:r>
        <w:rPr>
          <w:rStyle w:val="Strong"/>
          <w:rFonts w:ascii="Verdana" w:hAnsi="Verdana"/>
          <w:sz w:val="22"/>
          <w:szCs w:val="22"/>
        </w:rPr>
        <w:t xml:space="preserve"> </w:t>
      </w:r>
      <w:r>
        <w:rPr>
          <w:rStyle w:val="Strong"/>
          <w:rFonts w:ascii="Verdana" w:hAnsi="Verdana"/>
          <w:b w:val="0"/>
          <w:sz w:val="22"/>
          <w:szCs w:val="22"/>
        </w:rPr>
        <w:t>Prezydent Miasta Gliwic</w:t>
      </w:r>
      <w:r w:rsidRPr="009914BE">
        <w:rPr>
          <w:rStyle w:val="Strong"/>
          <w:rFonts w:ascii="Verdana" w:hAnsi="Verdana"/>
          <w:b w:val="0"/>
          <w:sz w:val="22"/>
          <w:szCs w:val="22"/>
        </w:rPr>
        <w:t>e</w:t>
      </w:r>
      <w:r w:rsidRPr="009914BE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br/>
      </w:r>
      <w:r>
        <w:rPr>
          <w:rFonts w:ascii="Verdana" w:hAnsi="Verdana"/>
          <w:sz w:val="22"/>
          <w:szCs w:val="22"/>
        </w:rPr>
        <w:t xml:space="preserve">W sprawach ochrony danych osobowych można się kontaktować pisemnie (na adres Urzędu Miejskiego w Gliwicach: ul. Zwycięstwa 21, 44-100 Gliwice) lub korespondencją e-mail </w:t>
      </w:r>
      <w:hyperlink r:id="rId7" w:history="1">
        <w:r>
          <w:rPr>
            <w:rStyle w:val="Hyperlink"/>
            <w:sz w:val="22"/>
            <w:szCs w:val="22"/>
          </w:rPr>
          <w:t xml:space="preserve">iod@um.gliwice.pl </w:t>
        </w:r>
      </w:hyperlink>
      <w:r>
        <w:rPr>
          <w:rFonts w:ascii="Verdana" w:hAnsi="Verdana"/>
          <w:sz w:val="22"/>
          <w:szCs w:val="22"/>
        </w:rPr>
        <w:t>z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Style w:val="Strong"/>
          <w:rFonts w:ascii="Verdana" w:hAnsi="Verdana"/>
          <w:b w:val="0"/>
          <w:sz w:val="22"/>
          <w:szCs w:val="22"/>
        </w:rPr>
        <w:t>inspektorem ochrony danych</w:t>
      </w:r>
      <w:r w:rsidRPr="009914BE">
        <w:rPr>
          <w:rFonts w:ascii="Verdana" w:hAnsi="Verdana"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Osoby niekorzystające z poczty elektronicznej mogą złożyć zapytanie pisemnie, telefonicznie lub osobiście do protokołu w Informacji Głównej w holu Urzędu od strony ul. Zwycięstwa 21 (tel. 239-11-65 lub 239-12-54), wskazując formę, </w:t>
      </w:r>
      <w:r>
        <w:rPr>
          <w:rFonts w:ascii="Verdana" w:hAnsi="Verdana"/>
          <w:sz w:val="22"/>
          <w:szCs w:val="22"/>
        </w:rPr>
        <w:br/>
        <w:t>w jakiej oczekują odpowiedzi i podając dane kontaktowe niezbędne do sposobu udzielenia odpowiedzi.</w:t>
      </w:r>
    </w:p>
    <w:p w:rsidR="006A5FA3" w:rsidRDefault="006A5FA3" w:rsidP="009914BE">
      <w:pPr>
        <w:pStyle w:val="NormalWeb"/>
        <w:numPr>
          <w:ilvl w:val="0"/>
          <w:numId w:val="6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Style w:val="Strong"/>
          <w:rFonts w:ascii="Verdana" w:hAnsi="Verdana"/>
          <w:b w:val="0"/>
          <w:sz w:val="22"/>
          <w:szCs w:val="22"/>
        </w:rPr>
        <w:t>Dane osobowe zbieramy i przetwarzamy w celu przeprowadzenia</w:t>
      </w:r>
      <w:r>
        <w:t xml:space="preserve"> </w:t>
      </w:r>
      <w:r>
        <w:rPr>
          <w:rStyle w:val="Strong"/>
          <w:rFonts w:ascii="Verdana" w:hAnsi="Verdana"/>
          <w:b w:val="0"/>
          <w:sz w:val="22"/>
          <w:szCs w:val="22"/>
        </w:rPr>
        <w:t>konkursu wokalnego „Wyśpiewaj sobie Eurowizję”.</w:t>
      </w:r>
    </w:p>
    <w:p w:rsidR="006A5FA3" w:rsidRDefault="006A5FA3" w:rsidP="00FE6324">
      <w:pPr>
        <w:pStyle w:val="NormalWeb"/>
        <w:numPr>
          <w:ilvl w:val="0"/>
          <w:numId w:val="6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180" w:hanging="18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Podstawą prawną przetwarzania danych jest zgoda.</w:t>
      </w:r>
    </w:p>
    <w:p w:rsidR="006A5FA3" w:rsidRDefault="006A5FA3" w:rsidP="00FE6324">
      <w:pPr>
        <w:pStyle w:val="NormalWeb"/>
        <w:numPr>
          <w:ilvl w:val="0"/>
          <w:numId w:val="6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b/>
          <w:sz w:val="22"/>
          <w:szCs w:val="22"/>
        </w:rPr>
      </w:pPr>
      <w:r>
        <w:rPr>
          <w:rStyle w:val="Strong"/>
          <w:rFonts w:ascii="Verdana" w:hAnsi="Verdana"/>
          <w:b w:val="0"/>
          <w:sz w:val="22"/>
          <w:szCs w:val="22"/>
        </w:rPr>
        <w:t>Każda osoba, której dane dotyczą, może korzystać z następujących uprawnień:</w:t>
      </w:r>
    </w:p>
    <w:p w:rsidR="006A5FA3" w:rsidRDefault="006A5FA3" w:rsidP="00FE6324">
      <w:pPr>
        <w:pStyle w:val="NormalWeb"/>
        <w:numPr>
          <w:ilvl w:val="1"/>
          <w:numId w:val="6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zwrócić się z żądaniem dostępu do treści swoich danych osobowych, sprostowania (poprawiania) swoich danych osobowych, usunięcia lub ograniczenia ich przetwarzania,</w:t>
      </w:r>
    </w:p>
    <w:p w:rsidR="006A5FA3" w:rsidRDefault="006A5FA3" w:rsidP="00FE6324">
      <w:pPr>
        <w:pStyle w:val="NormalWeb"/>
        <w:numPr>
          <w:ilvl w:val="1"/>
          <w:numId w:val="6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wnieść sprzeciw wobec przetwarzania swoich danych osobowych,</w:t>
      </w:r>
    </w:p>
    <w:p w:rsidR="006A5FA3" w:rsidRDefault="006A5FA3" w:rsidP="00FE6324">
      <w:pPr>
        <w:pStyle w:val="NormalWeb"/>
        <w:numPr>
          <w:ilvl w:val="1"/>
          <w:numId w:val="6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cofnąć zgodę na przetwarzanie danych; wycofanie zgody nie ma wpływu na przetwarzanie danych osobowych do momentu jej wycofania.</w:t>
      </w:r>
    </w:p>
    <w:p w:rsidR="006A5FA3" w:rsidRDefault="006A5FA3" w:rsidP="00FE6324">
      <w:pPr>
        <w:pStyle w:val="NormalWeb"/>
        <w:spacing w:after="120" w:afterAutospacing="0" w:line="320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5. Uprawnienia można realizować składając w formie tradycyjnej opatrzone podpisem pismo w Urzędzie Miejskim w Gliwicach lub wysyłać korespondencję elektroniczną z wykorzystaniem pisma ogólnego na platformie SEKAP/ePUAP, potwierdzonego Profilem Zaufanym lub kwalifikowanym podpisem elektronicznym. Przepisy szczególne mogą wprowadzać dodatkowe wymogi związane z realizacją wymienionych uprawnień – wówczas zostaniecie Państwo </w:t>
      </w:r>
      <w:r>
        <w:rPr>
          <w:rFonts w:ascii="Verdana" w:hAnsi="Verdana"/>
          <w:sz w:val="22"/>
          <w:szCs w:val="22"/>
        </w:rPr>
        <w:br/>
        <w:t>o tym poinformowani.</w:t>
      </w:r>
    </w:p>
    <w:p w:rsidR="006A5FA3" w:rsidRDefault="006A5FA3" w:rsidP="00FE6324">
      <w:pPr>
        <w:pStyle w:val="NormalWeb"/>
        <w:spacing w:after="120" w:afterAutospacing="0" w:line="320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6. Każda osoba, której dane osobowe dotyczą, ma również </w:t>
      </w:r>
      <w:r>
        <w:rPr>
          <w:rStyle w:val="Strong"/>
          <w:rFonts w:ascii="Verdana" w:hAnsi="Verdana"/>
          <w:b w:val="0"/>
          <w:sz w:val="22"/>
          <w:szCs w:val="22"/>
        </w:rPr>
        <w:t>prawo wniesienia skargi</w:t>
      </w:r>
      <w:r>
        <w:rPr>
          <w:rFonts w:ascii="Verdana" w:hAnsi="Verdana"/>
          <w:sz w:val="22"/>
          <w:szCs w:val="22"/>
        </w:rPr>
        <w:t xml:space="preserve"> na przetwarzanie danych niezgodne z przepisami prawa do organu nadzorczego, którym jest Prezes Urzędu Ochrony Danych Osobowych.</w:t>
      </w:r>
    </w:p>
    <w:p w:rsidR="006A5FA3" w:rsidRDefault="006A5FA3" w:rsidP="00FE6324">
      <w:pPr>
        <w:pStyle w:val="NormalWeb"/>
        <w:spacing w:after="120" w:afterAutospacing="0" w:line="320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 7. Niepodanie danych lub podanie niepełnych danych może uniemożliwić uczestnictwo w konkursie.</w:t>
      </w:r>
    </w:p>
    <w:p w:rsidR="006A5FA3" w:rsidRDefault="006A5FA3" w:rsidP="009914BE">
      <w:pPr>
        <w:pStyle w:val="NormalWeb"/>
        <w:numPr>
          <w:ilvl w:val="0"/>
          <w:numId w:val="7"/>
        </w:numPr>
        <w:spacing w:beforeAutospacing="0" w:after="120" w:afterAutospacing="0" w:line="320" w:lineRule="atLeast"/>
        <w:jc w:val="both"/>
        <w:rPr>
          <w:rFonts w:ascii="Verdana" w:hAnsi="Verdana"/>
          <w:b/>
          <w:sz w:val="22"/>
          <w:szCs w:val="22"/>
        </w:rPr>
      </w:pPr>
      <w:r>
        <w:rPr>
          <w:rStyle w:val="Strong"/>
          <w:rFonts w:ascii="Verdana" w:hAnsi="Verdana"/>
          <w:b w:val="0"/>
          <w:sz w:val="22"/>
          <w:szCs w:val="22"/>
        </w:rPr>
        <w:t>Dodatkowe informacje:</w:t>
      </w:r>
    </w:p>
    <w:p w:rsidR="006A5FA3" w:rsidRDefault="006A5FA3" w:rsidP="009914BE">
      <w:pPr>
        <w:pStyle w:val="NormalWeb"/>
        <w:numPr>
          <w:ilvl w:val="1"/>
          <w:numId w:val="7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dane osobowe mogą być przekazywane portalom społecznościowym.</w:t>
      </w:r>
    </w:p>
    <w:p w:rsidR="006A5FA3" w:rsidRPr="00C15BFE" w:rsidRDefault="006A5FA3" w:rsidP="009914BE">
      <w:pPr>
        <w:jc w:val="both"/>
        <w:rPr>
          <w:rFonts w:cs="Calibri"/>
          <w:sz w:val="24"/>
          <w:szCs w:val="24"/>
        </w:rPr>
      </w:pPr>
      <w:r>
        <w:rPr>
          <w:rFonts w:ascii="Verdana" w:hAnsi="Verdana"/>
        </w:rPr>
        <w:t>b) dane osobowe  przechowujemy przez okres 2 miesięcy.</w:t>
      </w:r>
    </w:p>
    <w:p w:rsidR="006A5FA3" w:rsidRPr="00C15BFE" w:rsidRDefault="006A5FA3" w:rsidP="00A72D00">
      <w:pPr>
        <w:jc w:val="both"/>
        <w:rPr>
          <w:rFonts w:cs="Calibri"/>
          <w:sz w:val="24"/>
          <w:szCs w:val="24"/>
        </w:rPr>
      </w:pPr>
      <w:r w:rsidRPr="00C15BFE">
        <w:rPr>
          <w:rFonts w:cs="Calibri"/>
          <w:sz w:val="24"/>
          <w:szCs w:val="24"/>
        </w:rPr>
        <w:t xml:space="preserve"> </w:t>
      </w:r>
    </w:p>
    <w:p w:rsidR="006A5FA3" w:rsidRPr="00FE5A81" w:rsidRDefault="006A5FA3" w:rsidP="00A72D00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………………………………………………………. </w:t>
      </w:r>
    </w:p>
    <w:p w:rsidR="006A5FA3" w:rsidRPr="00FE5A81" w:rsidRDefault="006A5FA3" w:rsidP="00A72D00">
      <w:pPr>
        <w:jc w:val="both"/>
        <w:rPr>
          <w:rFonts w:ascii="Verdana" w:hAnsi="Verdana" w:cs="Calibri"/>
        </w:rPr>
      </w:pPr>
      <w:r>
        <w:rPr>
          <w:rFonts w:ascii="Verdana" w:hAnsi="Verdana" w:cs="Calibri"/>
        </w:rPr>
        <w:t>CZYTELNY PODPIS WYKONAWCY</w:t>
      </w:r>
      <w:r w:rsidRPr="00FE5A81">
        <w:rPr>
          <w:rFonts w:ascii="Verdana" w:hAnsi="Verdana" w:cs="Calibri"/>
        </w:rPr>
        <w:t xml:space="preserve">  </w:t>
      </w:r>
    </w:p>
    <w:p w:rsidR="006A5FA3" w:rsidRPr="00FE5A81" w:rsidRDefault="006A5FA3" w:rsidP="00A72D00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 </w:t>
      </w:r>
    </w:p>
    <w:p w:rsidR="006A5FA3" w:rsidRPr="00FE5A81" w:rsidRDefault="006A5FA3" w:rsidP="00A72D00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……………………………………………………….. </w:t>
      </w:r>
    </w:p>
    <w:p w:rsidR="006A5FA3" w:rsidRPr="00FE5A81" w:rsidRDefault="006A5FA3" w:rsidP="00A72D00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>MIEJSCOWOŚĆ, DATA</w:t>
      </w:r>
    </w:p>
    <w:p w:rsidR="006A5FA3" w:rsidRPr="00505375" w:rsidRDefault="006A5FA3" w:rsidP="00A72D00">
      <w:pPr>
        <w:jc w:val="center"/>
      </w:pPr>
    </w:p>
    <w:sectPr w:rsidR="006A5FA3" w:rsidRPr="00505375" w:rsidSect="00A31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FA3" w:rsidRDefault="006A5FA3" w:rsidP="00134839">
      <w:pPr>
        <w:spacing w:after="0" w:line="240" w:lineRule="auto"/>
      </w:pPr>
      <w:r>
        <w:separator/>
      </w:r>
    </w:p>
  </w:endnote>
  <w:endnote w:type="continuationSeparator" w:id="0">
    <w:p w:rsidR="006A5FA3" w:rsidRDefault="006A5FA3" w:rsidP="00134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FA3" w:rsidRDefault="006A5FA3" w:rsidP="00134839">
      <w:pPr>
        <w:spacing w:after="0" w:line="240" w:lineRule="auto"/>
      </w:pPr>
      <w:r>
        <w:separator/>
      </w:r>
    </w:p>
  </w:footnote>
  <w:footnote w:type="continuationSeparator" w:id="0">
    <w:p w:rsidR="006A5FA3" w:rsidRDefault="006A5FA3" w:rsidP="00134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A2118"/>
    <w:multiLevelType w:val="hybridMultilevel"/>
    <w:tmpl w:val="A68E4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A12761"/>
    <w:multiLevelType w:val="hybridMultilevel"/>
    <w:tmpl w:val="32542938"/>
    <w:lvl w:ilvl="0" w:tplc="8CD413B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ACC459D2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">
    <w:nsid w:val="39B46DC8"/>
    <w:multiLevelType w:val="hybridMultilevel"/>
    <w:tmpl w:val="5A749DEA"/>
    <w:lvl w:ilvl="0" w:tplc="C2502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99F029D6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">
    <w:nsid w:val="52DE5133"/>
    <w:multiLevelType w:val="hybridMultilevel"/>
    <w:tmpl w:val="A55E81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CA63F22"/>
    <w:multiLevelType w:val="hybridMultilevel"/>
    <w:tmpl w:val="751E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75CD"/>
    <w:rsid w:val="00011A2B"/>
    <w:rsid w:val="00134839"/>
    <w:rsid w:val="001946B4"/>
    <w:rsid w:val="001C1F92"/>
    <w:rsid w:val="001F22BF"/>
    <w:rsid w:val="002E0DB7"/>
    <w:rsid w:val="002F4680"/>
    <w:rsid w:val="003702C2"/>
    <w:rsid w:val="003A1A1E"/>
    <w:rsid w:val="003C6248"/>
    <w:rsid w:val="00455686"/>
    <w:rsid w:val="004C7C62"/>
    <w:rsid w:val="00505375"/>
    <w:rsid w:val="005D78A6"/>
    <w:rsid w:val="006228A3"/>
    <w:rsid w:val="006548CF"/>
    <w:rsid w:val="006A5FA3"/>
    <w:rsid w:val="00715441"/>
    <w:rsid w:val="007B28AF"/>
    <w:rsid w:val="007E25F4"/>
    <w:rsid w:val="00834A22"/>
    <w:rsid w:val="009309AF"/>
    <w:rsid w:val="009914BE"/>
    <w:rsid w:val="00A31055"/>
    <w:rsid w:val="00A72D00"/>
    <w:rsid w:val="00BF5F2D"/>
    <w:rsid w:val="00C15BFE"/>
    <w:rsid w:val="00D70F9A"/>
    <w:rsid w:val="00D93C2D"/>
    <w:rsid w:val="00DE7ACA"/>
    <w:rsid w:val="00E05EE1"/>
    <w:rsid w:val="00EF75CD"/>
    <w:rsid w:val="00F378C0"/>
    <w:rsid w:val="00FC5FD8"/>
    <w:rsid w:val="00FE5A81"/>
    <w:rsid w:val="00FE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05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3483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134839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134839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1348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34839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34839"/>
    <w:rPr>
      <w:rFonts w:cs="Times New Roman"/>
      <w:vertAlign w:val="superscript"/>
    </w:rPr>
  </w:style>
  <w:style w:type="paragraph" w:customStyle="1" w:styleId="Default">
    <w:name w:val="Default"/>
    <w:uiPriority w:val="99"/>
    <w:rsid w:val="00A72D0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A72D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ommentTextChar">
    <w:name w:val="Comment Text Char"/>
    <w:uiPriority w:val="99"/>
    <w:semiHidden/>
    <w:locked/>
    <w:rsid w:val="00FE6324"/>
    <w:rPr>
      <w:lang w:val="pl-PL" w:eastAsia="pl-PL"/>
    </w:rPr>
  </w:style>
  <w:style w:type="paragraph" w:styleId="CommentText">
    <w:name w:val="annotation text"/>
    <w:basedOn w:val="Normal"/>
    <w:link w:val="CommentTextChar1"/>
    <w:uiPriority w:val="99"/>
    <w:semiHidden/>
    <w:rsid w:val="00FE6324"/>
    <w:pPr>
      <w:spacing w:after="0" w:line="240" w:lineRule="auto"/>
    </w:pPr>
    <w:rPr>
      <w:sz w:val="20"/>
      <w:szCs w:val="20"/>
      <w:lang w:eastAsia="pl-PL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DE7ACA"/>
    <w:rPr>
      <w:rFonts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FE6324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um.gli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578</Words>
  <Characters>3474</Characters>
  <Application>Microsoft Office Outlook</Application>
  <DocSecurity>0</DocSecurity>
  <Lines>0</Lines>
  <Paragraphs>0</Paragraphs>
  <ScaleCrop>false</ScaleCrop>
  <Company>Oddział Współpracy Społeczno-Samorządowej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Katarzyna Frelak</dc:creator>
  <cp:keywords/>
  <dc:description/>
  <cp:lastModifiedBy>boi15</cp:lastModifiedBy>
  <cp:revision>6</cp:revision>
  <cp:lastPrinted>2019-11-07T07:26:00Z</cp:lastPrinted>
  <dcterms:created xsi:type="dcterms:W3CDTF">2019-11-06T14:52:00Z</dcterms:created>
  <dcterms:modified xsi:type="dcterms:W3CDTF">2019-11-12T14:13:00Z</dcterms:modified>
</cp:coreProperties>
</file>